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7.0 -->
  <w:body>
    <w:tbl>
      <w:tblPr>
        <w:tblW w:w="0" w:type="auto"/>
        <w:tblInd w:w="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953"/>
        <w:gridCol w:w="5953"/>
      </w:tblGrid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398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</w:tbl>
    <w:p>
      <w:pPr>
        <w:rPr>
          <w:vanish/>
        </w:rPr>
      </w:pPr>
    </w:p>
    <w:sectPr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0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E-023.dot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2013-01-04T13:22:00Z</dcterms:created>
  <dcterms:modified xsi:type="dcterms:W3CDTF">2013-01-04T13:22:00Z</dcterms:modified>
</cp:coreProperties>
</file>